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9426" w14:textId="15A0B2B6" w:rsidR="009F392E" w:rsidRPr="004652A2" w:rsidRDefault="004652A2" w:rsidP="00F0533E">
      <w:r w:rsidRPr="004652A2">
        <w:t>Příloha č. 4 Výzvy</w:t>
      </w:r>
    </w:p>
    <w:p w14:paraId="529F414E" w14:textId="77777777" w:rsidR="005B52F3" w:rsidRPr="0057244B" w:rsidRDefault="005B52F3" w:rsidP="005B52F3">
      <w:pPr>
        <w:rPr>
          <w:b/>
          <w:bCs/>
          <w:sz w:val="24"/>
          <w:szCs w:val="24"/>
        </w:rPr>
      </w:pPr>
      <w:r w:rsidRPr="0057244B">
        <w:rPr>
          <w:b/>
          <w:bCs/>
          <w:sz w:val="24"/>
          <w:szCs w:val="24"/>
        </w:rPr>
        <w:t>ČÁST 1 - Obnova licencí</w:t>
      </w:r>
    </w:p>
    <w:tbl>
      <w:tblPr>
        <w:tblW w:w="9908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1825"/>
        <w:gridCol w:w="992"/>
        <w:gridCol w:w="3119"/>
      </w:tblGrid>
      <w:tr w:rsidR="0085389A" w:rsidRPr="00DE2689" w14:paraId="4559028E" w14:textId="77777777" w:rsidTr="0085389A">
        <w:trPr>
          <w:trHeight w:val="510"/>
        </w:trPr>
        <w:tc>
          <w:tcPr>
            <w:tcW w:w="39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E7F0BB" w14:textId="3DF17222" w:rsidR="0085389A" w:rsidRPr="00DE2689" w:rsidRDefault="0085389A" w:rsidP="008538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Druh zboží</w:t>
            </w:r>
          </w:p>
        </w:tc>
        <w:tc>
          <w:tcPr>
            <w:tcW w:w="1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D73F58" w14:textId="13AAE1AD" w:rsidR="0085389A" w:rsidRPr="00DE2689" w:rsidRDefault="0085389A" w:rsidP="008538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1 Licence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na dobu 1 roku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bez DPH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428BD" w14:textId="77B17A50" w:rsidR="0085389A" w:rsidRDefault="0085389A" w:rsidP="008538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BF3AE5" w14:textId="638A9432" w:rsidR="0085389A" w:rsidRPr="005C7566" w:rsidRDefault="0085389A" w:rsidP="008538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za požadovaný p</w:t>
            </w:r>
            <w:r w:rsidRPr="005C75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očet </w:t>
            </w:r>
          </w:p>
          <w:p w14:paraId="1ED0F90C" w14:textId="402A5836" w:rsidR="0085389A" w:rsidRPr="00DE2689" w:rsidRDefault="0085389A" w:rsidP="008538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Licencí na dobu 1 roku</w:t>
            </w:r>
          </w:p>
        </w:tc>
      </w:tr>
      <w:tr w:rsidR="0085389A" w:rsidRPr="00DE2689" w14:paraId="68837C04" w14:textId="77777777" w:rsidTr="0085389A">
        <w:trPr>
          <w:trHeight w:val="84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FB10" w14:textId="08FD5BD9" w:rsidR="0085389A" w:rsidRPr="00DE2689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Acrobat Professional DC MP ML (vč. CZ), prodloužení na další 1 rok</w:t>
            </w:r>
          </w:p>
        </w:tc>
        <w:tc>
          <w:tcPr>
            <w:tcW w:w="18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566E1" w14:textId="0DBF051D" w:rsidR="0085389A" w:rsidRPr="0085389A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highlight w:val="green"/>
              </w:rPr>
              <w:t>[DOPLNÍ POSKYTOVATEL.]</w:t>
            </w: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C9813" w14:textId="6EAE3BB5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2C2" w14:textId="5B7BCE0C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85389A">
              <w:rPr>
                <w:highlight w:val="green"/>
              </w:rPr>
              <w:t>[DOPLNÍ POSKYTOVATEL.]</w:t>
            </w:r>
          </w:p>
        </w:tc>
      </w:tr>
      <w:tr w:rsidR="0085389A" w:rsidRPr="00DE2689" w14:paraId="621E7BC7" w14:textId="77777777" w:rsidTr="0085389A">
        <w:trPr>
          <w:trHeight w:val="102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EE69" w14:textId="4E552F44" w:rsidR="0085389A" w:rsidRPr="00DE2689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CC pro týmy, všechny aplikace, ML (vč. CZ), prodloužení na další 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45C90" w14:textId="70A27CE0" w:rsidR="0085389A" w:rsidRPr="0085389A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973E" w14:textId="2D358584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7B14" w14:textId="0D82D218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85389A">
              <w:rPr>
                <w:highlight w:val="green"/>
              </w:rPr>
              <w:t>[DOPLNÍ POSKYTOVATEL.]</w:t>
            </w:r>
          </w:p>
        </w:tc>
      </w:tr>
      <w:tr w:rsidR="0085389A" w:rsidRPr="00DE2689" w14:paraId="184FD1E9" w14:textId="77777777" w:rsidTr="0085389A">
        <w:trPr>
          <w:trHeight w:val="51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32A93" w14:textId="3E3E5AC2" w:rsidR="0085389A" w:rsidRPr="00DE2689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Illustrator, MP, ML, prodloužení na další 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58CE6" w14:textId="2595A99A" w:rsidR="0085389A" w:rsidRPr="0085389A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72E9B" w14:textId="794FEF0B" w:rsidR="0085389A" w:rsidRPr="00766ED3" w:rsidRDefault="0085389A" w:rsidP="0085389A">
            <w:pPr>
              <w:spacing w:after="0" w:line="240" w:lineRule="auto"/>
              <w:rPr>
                <w:highlight w:val="green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FC2" w14:textId="3A310C07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85389A" w:rsidRPr="00DE2689" w14:paraId="2BFAC91F" w14:textId="77777777" w:rsidTr="0085389A">
        <w:trPr>
          <w:trHeight w:val="51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038E2" w14:textId="0BDCDEA9" w:rsidR="0085389A" w:rsidRPr="00DE2689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InDesign, MP, ML, prodloužení na další 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8438F" w14:textId="3DFB855A" w:rsidR="0085389A" w:rsidRPr="0085389A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D2AF" w14:textId="0A926DE3" w:rsidR="0085389A" w:rsidRPr="00766ED3" w:rsidRDefault="0085389A" w:rsidP="0085389A">
            <w:pPr>
              <w:spacing w:after="0" w:line="240" w:lineRule="auto"/>
              <w:rPr>
                <w:highlight w:val="green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9E32" w14:textId="56B39D6A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85389A" w:rsidRPr="00DE2689" w14:paraId="656C8DDB" w14:textId="77777777" w:rsidTr="0085389A">
        <w:trPr>
          <w:trHeight w:val="525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FAF38" w14:textId="6EA46CA2" w:rsidR="0085389A" w:rsidRPr="00DE2689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Photoshop, MP, ML, prodloužení na další 1 rok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4FBF2" w14:textId="67A6F12B" w:rsidR="0085389A" w:rsidRPr="0085389A" w:rsidRDefault="0085389A" w:rsidP="008538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8D54B" w14:textId="2E8E5EBB" w:rsidR="0085389A" w:rsidRPr="00766ED3" w:rsidRDefault="0085389A" w:rsidP="0085389A">
            <w:pPr>
              <w:spacing w:after="0" w:line="240" w:lineRule="auto"/>
              <w:rPr>
                <w:highlight w:val="green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B248" w14:textId="0B6161FD" w:rsidR="0085389A" w:rsidRPr="0085389A" w:rsidRDefault="0085389A" w:rsidP="0085389A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85389A" w:rsidRPr="00DE2689" w14:paraId="74C310E6" w14:textId="77777777" w:rsidTr="000E4D21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2F2025" w14:textId="77777777" w:rsidR="0085389A" w:rsidRPr="0085389A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  <w:r w:rsidRPr="0085389A">
              <w:rPr>
                <w:b/>
              </w:rPr>
              <w:t>Celková Cena subskripce v Kč bez DPH</w:t>
            </w:r>
          </w:p>
          <w:p w14:paraId="5F9BFB0A" w14:textId="2D550860" w:rsidR="0085389A" w:rsidRPr="0085389A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727B4" w14:textId="321B626F" w:rsidR="0085389A" w:rsidRPr="00DE2689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5389A" w:rsidRPr="00DE2689" w14:paraId="5847B312" w14:textId="77777777" w:rsidTr="00771240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F83396F" w14:textId="62B97085" w:rsidR="0085389A" w:rsidRPr="0085389A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b/>
              </w:rPr>
              <w:t>Výše DPH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19822E" w14:textId="7DFA89BE" w:rsidR="0085389A" w:rsidRPr="00DE2689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5389A" w:rsidRPr="00DE2689" w14:paraId="37B1ED48" w14:textId="77777777" w:rsidTr="00612434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67FA147" w14:textId="1DD4EA67" w:rsidR="0085389A" w:rsidRPr="0085389A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b/>
              </w:rPr>
              <w:t>Celková Cena subskripce v Kč bez DPH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88A067" w14:textId="383F1118" w:rsidR="0085389A" w:rsidRPr="00DE2689" w:rsidRDefault="0085389A" w:rsidP="005C75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F674947" w14:textId="77777777" w:rsidR="00926ECE" w:rsidRDefault="00926ECE" w:rsidP="00F0533E"/>
    <w:p w14:paraId="7FACEA4E" w14:textId="77777777" w:rsidR="005B52F3" w:rsidRDefault="005B52F3" w:rsidP="00682FE0">
      <w:pPr>
        <w:rPr>
          <w:b/>
          <w:bCs/>
        </w:rPr>
      </w:pPr>
    </w:p>
    <w:p w14:paraId="2DD113FA" w14:textId="77777777" w:rsidR="005B52F3" w:rsidRPr="0057244B" w:rsidRDefault="005B52F3" w:rsidP="005B52F3">
      <w:pPr>
        <w:rPr>
          <w:b/>
          <w:bCs/>
          <w:sz w:val="24"/>
          <w:szCs w:val="24"/>
        </w:rPr>
      </w:pPr>
      <w:r w:rsidRPr="0057244B">
        <w:rPr>
          <w:b/>
          <w:bCs/>
          <w:sz w:val="24"/>
          <w:szCs w:val="24"/>
        </w:rPr>
        <w:lastRenderedPageBreak/>
        <w:t>ČÁST 2 - Nové licence</w:t>
      </w:r>
      <w:r>
        <w:rPr>
          <w:b/>
          <w:bCs/>
          <w:sz w:val="24"/>
          <w:szCs w:val="24"/>
        </w:rPr>
        <w:t xml:space="preserve"> dle potřeb zadavatele</w:t>
      </w:r>
      <w:r w:rsidRPr="0057244B">
        <w:rPr>
          <w:b/>
          <w:bCs/>
          <w:sz w:val="24"/>
          <w:szCs w:val="24"/>
        </w:rPr>
        <w:t xml:space="preserve"> </w:t>
      </w:r>
    </w:p>
    <w:tbl>
      <w:tblPr>
        <w:tblW w:w="9908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1825"/>
        <w:gridCol w:w="1819"/>
        <w:gridCol w:w="2292"/>
      </w:tblGrid>
      <w:tr w:rsidR="005B52F3" w:rsidRPr="00DE2689" w14:paraId="4A56701A" w14:textId="77777777" w:rsidTr="006A2D1D">
        <w:trPr>
          <w:trHeight w:val="510"/>
        </w:trPr>
        <w:tc>
          <w:tcPr>
            <w:tcW w:w="39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BEB697" w14:textId="77777777" w:rsidR="005B52F3" w:rsidRPr="00DE2689" w:rsidRDefault="005B52F3" w:rsidP="006A2D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Druh zboží</w:t>
            </w:r>
          </w:p>
        </w:tc>
        <w:tc>
          <w:tcPr>
            <w:tcW w:w="1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6F6E35" w14:textId="77777777" w:rsidR="005B52F3" w:rsidRPr="00DE2689" w:rsidRDefault="005B52F3" w:rsidP="006A2D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1 Licence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na dobu 1 roku</w:t>
            </w:r>
            <w:r w:rsidRPr="00DE26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bez DPH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3DFAA" w14:textId="08CB1FCA" w:rsidR="005B52F3" w:rsidRDefault="002C3376" w:rsidP="006A2D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Předpokládaný počet odebraných licencí *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B0869A1" w14:textId="77777777" w:rsidR="005B52F3" w:rsidRPr="005C7566" w:rsidRDefault="005B52F3" w:rsidP="006A2D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za požadovaný p</w:t>
            </w:r>
            <w:r w:rsidRPr="005C75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očet </w:t>
            </w:r>
          </w:p>
          <w:p w14:paraId="7CC91C7A" w14:textId="77777777" w:rsidR="005B52F3" w:rsidRPr="00DE2689" w:rsidRDefault="005B52F3" w:rsidP="006A2D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Licencí na dobu 1 roku</w:t>
            </w:r>
          </w:p>
        </w:tc>
      </w:tr>
      <w:tr w:rsidR="005B52F3" w:rsidRPr="0085389A" w14:paraId="1307A55D" w14:textId="77777777" w:rsidTr="006A2D1D">
        <w:trPr>
          <w:trHeight w:val="84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71FB" w14:textId="6C501766" w:rsidR="005B52F3" w:rsidRPr="00DE2689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Acrobat Professional DC MP ML (vč. CZ), na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rok</w:t>
            </w:r>
          </w:p>
        </w:tc>
        <w:tc>
          <w:tcPr>
            <w:tcW w:w="18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C908A" w14:textId="77777777" w:rsidR="005B52F3" w:rsidRPr="0085389A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highlight w:val="green"/>
              </w:rPr>
              <w:t>[DOPLNÍ POSKYTOVATEL.]</w:t>
            </w: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1B667" w14:textId="3CB54962" w:rsidR="005B52F3" w:rsidRPr="00C0115B" w:rsidRDefault="00C0115B" w:rsidP="006A2D1D">
            <w:pPr>
              <w:spacing w:after="0" w:line="240" w:lineRule="auto"/>
            </w:pPr>
            <w:r w:rsidRPr="00C0115B">
              <w:t>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710" w14:textId="77777777" w:rsidR="005B52F3" w:rsidRPr="0085389A" w:rsidRDefault="005B52F3" w:rsidP="006A2D1D">
            <w:pPr>
              <w:spacing w:after="0" w:line="240" w:lineRule="auto"/>
              <w:rPr>
                <w:highlight w:val="green"/>
              </w:rPr>
            </w:pPr>
            <w:r w:rsidRPr="0085389A">
              <w:rPr>
                <w:highlight w:val="green"/>
              </w:rPr>
              <w:t>[DOPLNÍ POSKYTOVATEL.]</w:t>
            </w:r>
          </w:p>
        </w:tc>
      </w:tr>
      <w:tr w:rsidR="005B52F3" w:rsidRPr="0085389A" w14:paraId="782EF5A6" w14:textId="77777777" w:rsidTr="006A2D1D">
        <w:trPr>
          <w:trHeight w:val="102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FA0B3" w14:textId="15EF6604" w:rsidR="005B52F3" w:rsidRPr="00DE2689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CC pro týmy, všechny aplikace, ML (vč. CZ), na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4CA8C" w14:textId="77777777" w:rsidR="005B52F3" w:rsidRPr="0085389A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1654" w14:textId="11CD053A" w:rsidR="005B52F3" w:rsidRPr="00C0115B" w:rsidRDefault="00C0115B" w:rsidP="006A2D1D">
            <w:pPr>
              <w:spacing w:after="0" w:line="240" w:lineRule="auto"/>
            </w:pPr>
            <w:r w:rsidRPr="00C0115B"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7A91" w14:textId="77777777" w:rsidR="005B52F3" w:rsidRPr="0085389A" w:rsidRDefault="005B52F3" w:rsidP="006A2D1D">
            <w:pPr>
              <w:spacing w:after="0" w:line="240" w:lineRule="auto"/>
              <w:rPr>
                <w:highlight w:val="green"/>
              </w:rPr>
            </w:pPr>
            <w:r w:rsidRPr="0085389A">
              <w:rPr>
                <w:highlight w:val="green"/>
              </w:rPr>
              <w:t>[DOPLNÍ POSKYTOVATEL.]</w:t>
            </w:r>
          </w:p>
        </w:tc>
      </w:tr>
      <w:tr w:rsidR="005B52F3" w:rsidRPr="0085389A" w14:paraId="6479184F" w14:textId="77777777" w:rsidTr="006A2D1D">
        <w:trPr>
          <w:trHeight w:val="51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CD80" w14:textId="62383AA8" w:rsidR="005B52F3" w:rsidRPr="00DE2689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Illustrator, MP, ML, na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28C6D" w14:textId="77777777" w:rsidR="005B52F3" w:rsidRPr="0085389A" w:rsidRDefault="005B52F3" w:rsidP="006A2D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22524" w14:textId="014E46A2" w:rsidR="005B52F3" w:rsidRPr="00C0115B" w:rsidRDefault="00C0115B" w:rsidP="006A2D1D">
            <w:pPr>
              <w:spacing w:after="0" w:line="240" w:lineRule="auto"/>
            </w:pPr>
            <w:r w:rsidRPr="00C0115B"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D00" w14:textId="77777777" w:rsidR="005B52F3" w:rsidRPr="0085389A" w:rsidRDefault="005B52F3" w:rsidP="006A2D1D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5B52F3" w:rsidRPr="0085389A" w14:paraId="55935E37" w14:textId="77777777" w:rsidTr="006A2D1D">
        <w:trPr>
          <w:trHeight w:val="510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6A57" w14:textId="4CAB2853" w:rsidR="005B52F3" w:rsidRPr="00DE2689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InDesign, MP, ML, na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rok</w:t>
            </w:r>
          </w:p>
        </w:tc>
        <w:tc>
          <w:tcPr>
            <w:tcW w:w="1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A44B3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7099" w14:textId="32F8700C" w:rsidR="005B52F3" w:rsidRPr="00C0115B" w:rsidRDefault="00C0115B" w:rsidP="005B52F3">
            <w:pPr>
              <w:spacing w:after="0" w:line="240" w:lineRule="auto"/>
            </w:pPr>
            <w:r w:rsidRPr="00C0115B"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9B2A" w14:textId="77777777" w:rsidR="005B52F3" w:rsidRPr="0085389A" w:rsidRDefault="005B52F3" w:rsidP="005B52F3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5B52F3" w:rsidRPr="0085389A" w14:paraId="0D7A7B79" w14:textId="77777777" w:rsidTr="006A2D1D">
        <w:trPr>
          <w:trHeight w:val="525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25A85" w14:textId="58D5216D" w:rsidR="005B52F3" w:rsidRPr="00DE2689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Adobe Photoshop, MP, ML, na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E268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rok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7616E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green"/>
                <w:lang w:eastAsia="cs-CZ"/>
              </w:rPr>
              <w:t> </w:t>
            </w:r>
            <w:r w:rsidRPr="0085389A">
              <w:rPr>
                <w:highlight w:val="green"/>
              </w:rPr>
              <w:t>[DOPLNÍ POSKYTOVATEL.]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18CE1" w14:textId="7FEF42DD" w:rsidR="005B52F3" w:rsidRPr="00C0115B" w:rsidRDefault="00C0115B" w:rsidP="005B52F3">
            <w:pPr>
              <w:spacing w:after="0" w:line="240" w:lineRule="auto"/>
            </w:pPr>
            <w:r w:rsidRPr="00C0115B"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7E5D" w14:textId="77777777" w:rsidR="005B52F3" w:rsidRPr="0085389A" w:rsidRDefault="005B52F3" w:rsidP="005B52F3">
            <w:pPr>
              <w:spacing w:after="0" w:line="240" w:lineRule="auto"/>
              <w:rPr>
                <w:highlight w:val="green"/>
              </w:rPr>
            </w:pPr>
            <w:r w:rsidRPr="00766ED3">
              <w:rPr>
                <w:highlight w:val="green"/>
              </w:rPr>
              <w:t>[DOPLNÍ POSKYTOVATEL.]</w:t>
            </w:r>
          </w:p>
        </w:tc>
      </w:tr>
      <w:tr w:rsidR="005B52F3" w:rsidRPr="00DE2689" w14:paraId="3E2AA210" w14:textId="77777777" w:rsidTr="006A2D1D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DF8196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  <w:r w:rsidRPr="0085389A">
              <w:rPr>
                <w:b/>
              </w:rPr>
              <w:t>Celková Cena subskripce v Kč bez DPH</w:t>
            </w:r>
          </w:p>
          <w:p w14:paraId="4F7B2CE9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76C32E" w14:textId="77777777" w:rsidR="005B52F3" w:rsidRPr="00DE2689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B52F3" w:rsidRPr="00DE2689" w14:paraId="57D7A137" w14:textId="77777777" w:rsidTr="006A2D1D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4981E4D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b/>
              </w:rPr>
              <w:t>Výše DPH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CF2552" w14:textId="77777777" w:rsidR="005B52F3" w:rsidRPr="00DE2689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B52F3" w:rsidRPr="00DE2689" w14:paraId="30488CD0" w14:textId="77777777" w:rsidTr="006A2D1D">
        <w:trPr>
          <w:trHeight w:val="510"/>
        </w:trPr>
        <w:tc>
          <w:tcPr>
            <w:tcW w:w="6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650A070" w14:textId="77777777" w:rsidR="005B52F3" w:rsidRPr="0085389A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85389A">
              <w:rPr>
                <w:b/>
              </w:rPr>
              <w:t>Celková Cena subskripce v Kč bez DPH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799EA" w14:textId="77777777" w:rsidR="005B52F3" w:rsidRPr="00DE2689" w:rsidRDefault="005B52F3" w:rsidP="005B52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BDDC760" w14:textId="2D4C32C4" w:rsidR="005B52F3" w:rsidRDefault="005B52F3" w:rsidP="00682FE0">
      <w:pPr>
        <w:rPr>
          <w:b/>
          <w:bCs/>
        </w:rPr>
      </w:pPr>
    </w:p>
    <w:p w14:paraId="5F444CB6" w14:textId="5170C518" w:rsidR="002C3376" w:rsidRPr="002C3376" w:rsidRDefault="002C3376" w:rsidP="002C3376">
      <w:pPr>
        <w:rPr>
          <w:bCs/>
        </w:rPr>
      </w:pPr>
      <w:r w:rsidRPr="002C3376">
        <w:rPr>
          <w:bCs/>
        </w:rPr>
        <w:t xml:space="preserve">* Údaj o předpokládaném počtu odebraných licencí slouží pouze pro účely stanovení nabídkové ceny a hodnocení. Zadavatel není tímto předpokladem nikterak zavázán </w:t>
      </w:r>
      <w:r>
        <w:rPr>
          <w:bCs/>
        </w:rPr>
        <w:t xml:space="preserve">a </w:t>
      </w:r>
      <w:r w:rsidRPr="002C3376">
        <w:rPr>
          <w:bCs/>
        </w:rPr>
        <w:t>dané licence</w:t>
      </w:r>
      <w:r>
        <w:rPr>
          <w:bCs/>
        </w:rPr>
        <w:t xml:space="preserve"> </w:t>
      </w:r>
      <w:r w:rsidR="007E498F">
        <w:rPr>
          <w:bCs/>
        </w:rPr>
        <w:t xml:space="preserve">v předpokládaných počtech </w:t>
      </w:r>
      <w:r>
        <w:rPr>
          <w:bCs/>
        </w:rPr>
        <w:t>není povinen</w:t>
      </w:r>
      <w:r w:rsidRPr="002C3376">
        <w:rPr>
          <w:bCs/>
        </w:rPr>
        <w:t xml:space="preserve"> následně odebrat. </w:t>
      </w:r>
    </w:p>
    <w:sectPr w:rsidR="002C3376" w:rsidRPr="002C3376" w:rsidSect="000E0B58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FFE06" w14:textId="77777777" w:rsidR="00C77FC2" w:rsidRDefault="00C77FC2" w:rsidP="00962258">
      <w:pPr>
        <w:spacing w:after="0" w:line="240" w:lineRule="auto"/>
      </w:pPr>
      <w:r>
        <w:separator/>
      </w:r>
    </w:p>
  </w:endnote>
  <w:endnote w:type="continuationSeparator" w:id="0">
    <w:p w14:paraId="4211F44F" w14:textId="77777777" w:rsidR="00C77FC2" w:rsidRDefault="00C77F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3DA8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C95CBC" w14:textId="6244CDC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F775F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7513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68519DB" w14:textId="77777777" w:rsidR="00F1715C" w:rsidRDefault="00F1715C" w:rsidP="00D831A3">
          <w:pPr>
            <w:pStyle w:val="Zpat"/>
          </w:pPr>
        </w:p>
      </w:tc>
    </w:tr>
  </w:tbl>
  <w:p w14:paraId="4775E3F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5862EC" wp14:editId="16D7D0A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BCA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6D47A0" wp14:editId="2B61A9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6A3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B2021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A81DCB" w14:textId="22C16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9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9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8BE9C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94935E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0E664B3" w14:textId="77777777" w:rsidR="00F1715C" w:rsidRDefault="00F1715C" w:rsidP="00460660">
          <w:pPr>
            <w:pStyle w:val="Zpat"/>
          </w:pPr>
        </w:p>
      </w:tc>
    </w:tr>
  </w:tbl>
  <w:p w14:paraId="7506144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76351B" wp14:editId="04E03D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118F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9B577C2" wp14:editId="31C017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7A9C4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43BF6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854E8" w14:textId="77777777" w:rsidR="00C77FC2" w:rsidRDefault="00C77FC2" w:rsidP="00962258">
      <w:pPr>
        <w:spacing w:after="0" w:line="240" w:lineRule="auto"/>
      </w:pPr>
      <w:r>
        <w:separator/>
      </w:r>
    </w:p>
  </w:footnote>
  <w:footnote w:type="continuationSeparator" w:id="0">
    <w:p w14:paraId="612E3230" w14:textId="77777777" w:rsidR="00C77FC2" w:rsidRDefault="00C77F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45743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B6D96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BFA6B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6B1025" w14:textId="77777777" w:rsidR="00F1715C" w:rsidRPr="00D6163D" w:rsidRDefault="00F1715C" w:rsidP="00D6163D">
          <w:pPr>
            <w:pStyle w:val="Druhdokumentu"/>
          </w:pPr>
        </w:p>
      </w:tc>
    </w:tr>
  </w:tbl>
  <w:p w14:paraId="12C8E42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5040E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ABBCE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B0D4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89C49" w14:textId="77777777" w:rsidR="00F1715C" w:rsidRPr="00D6163D" w:rsidRDefault="00F1715C" w:rsidP="00FC6389">
          <w:pPr>
            <w:pStyle w:val="Druhdokumentu"/>
          </w:pPr>
        </w:p>
      </w:tc>
    </w:tr>
    <w:tr w:rsidR="009F392E" w14:paraId="529D1A2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4D7F5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A921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F2831F" w14:textId="77777777" w:rsidR="009F392E" w:rsidRPr="00D6163D" w:rsidRDefault="009F392E" w:rsidP="00FC6389">
          <w:pPr>
            <w:pStyle w:val="Druhdokumentu"/>
          </w:pPr>
        </w:p>
      </w:tc>
    </w:tr>
  </w:tbl>
  <w:p w14:paraId="7000EE2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B4691D" wp14:editId="1031542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135184703" name="Obrázek 2135184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BC6F6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154D"/>
    <w:multiLevelType w:val="hybridMultilevel"/>
    <w:tmpl w:val="306615FE"/>
    <w:lvl w:ilvl="0" w:tplc="A030CF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4151109">
    <w:abstractNumId w:val="2"/>
  </w:num>
  <w:num w:numId="2" w16cid:durableId="1906723203">
    <w:abstractNumId w:val="1"/>
  </w:num>
  <w:num w:numId="3" w16cid:durableId="541284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8606635">
    <w:abstractNumId w:val="8"/>
  </w:num>
  <w:num w:numId="5" w16cid:durableId="531847968">
    <w:abstractNumId w:val="3"/>
  </w:num>
  <w:num w:numId="6" w16cid:durableId="838810107">
    <w:abstractNumId w:val="5"/>
  </w:num>
  <w:num w:numId="7" w16cid:durableId="501773223">
    <w:abstractNumId w:val="0"/>
  </w:num>
  <w:num w:numId="8" w16cid:durableId="965165008">
    <w:abstractNumId w:val="6"/>
  </w:num>
  <w:num w:numId="9" w16cid:durableId="18625500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4564009">
    <w:abstractNumId w:val="5"/>
  </w:num>
  <w:num w:numId="11" w16cid:durableId="1891459020">
    <w:abstractNumId w:val="1"/>
  </w:num>
  <w:num w:numId="12" w16cid:durableId="908341109">
    <w:abstractNumId w:val="5"/>
  </w:num>
  <w:num w:numId="13" w16cid:durableId="1928271346">
    <w:abstractNumId w:val="5"/>
  </w:num>
  <w:num w:numId="14" w16cid:durableId="1445540267">
    <w:abstractNumId w:val="5"/>
  </w:num>
  <w:num w:numId="15" w16cid:durableId="74404959">
    <w:abstractNumId w:val="5"/>
  </w:num>
  <w:num w:numId="16" w16cid:durableId="906761748">
    <w:abstractNumId w:val="9"/>
  </w:num>
  <w:num w:numId="17" w16cid:durableId="1707749601">
    <w:abstractNumId w:val="2"/>
  </w:num>
  <w:num w:numId="18" w16cid:durableId="818377805">
    <w:abstractNumId w:val="9"/>
  </w:num>
  <w:num w:numId="19" w16cid:durableId="607275791">
    <w:abstractNumId w:val="9"/>
  </w:num>
  <w:num w:numId="20" w16cid:durableId="466123905">
    <w:abstractNumId w:val="9"/>
  </w:num>
  <w:num w:numId="21" w16cid:durableId="1695644703">
    <w:abstractNumId w:val="9"/>
  </w:num>
  <w:num w:numId="22" w16cid:durableId="1884094851">
    <w:abstractNumId w:val="5"/>
  </w:num>
  <w:num w:numId="23" w16cid:durableId="57747308">
    <w:abstractNumId w:val="1"/>
  </w:num>
  <w:num w:numId="24" w16cid:durableId="2003123443">
    <w:abstractNumId w:val="5"/>
  </w:num>
  <w:num w:numId="25" w16cid:durableId="1770811376">
    <w:abstractNumId w:val="5"/>
  </w:num>
  <w:num w:numId="26" w16cid:durableId="1405451275">
    <w:abstractNumId w:val="5"/>
  </w:num>
  <w:num w:numId="27" w16cid:durableId="1762215651">
    <w:abstractNumId w:val="5"/>
  </w:num>
  <w:num w:numId="28" w16cid:durableId="443771251">
    <w:abstractNumId w:val="9"/>
  </w:num>
  <w:num w:numId="29" w16cid:durableId="776876595">
    <w:abstractNumId w:val="2"/>
  </w:num>
  <w:num w:numId="30" w16cid:durableId="1378774996">
    <w:abstractNumId w:val="9"/>
  </w:num>
  <w:num w:numId="31" w16cid:durableId="1766535602">
    <w:abstractNumId w:val="9"/>
  </w:num>
  <w:num w:numId="32" w16cid:durableId="2060782439">
    <w:abstractNumId w:val="9"/>
  </w:num>
  <w:num w:numId="33" w16cid:durableId="1845434060">
    <w:abstractNumId w:val="9"/>
  </w:num>
  <w:num w:numId="34" w16cid:durableId="211242853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F4F"/>
    <w:rsid w:val="00072C1E"/>
    <w:rsid w:val="000E0B58"/>
    <w:rsid w:val="000E23A7"/>
    <w:rsid w:val="000E708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3376"/>
    <w:rsid w:val="002D08B1"/>
    <w:rsid w:val="002E0CD7"/>
    <w:rsid w:val="00341DCF"/>
    <w:rsid w:val="00357BC6"/>
    <w:rsid w:val="00383422"/>
    <w:rsid w:val="00392588"/>
    <w:rsid w:val="003956C6"/>
    <w:rsid w:val="003B7A88"/>
    <w:rsid w:val="0040266E"/>
    <w:rsid w:val="00441430"/>
    <w:rsid w:val="00450F07"/>
    <w:rsid w:val="00453CD3"/>
    <w:rsid w:val="00456AB8"/>
    <w:rsid w:val="00460660"/>
    <w:rsid w:val="004652A2"/>
    <w:rsid w:val="00486107"/>
    <w:rsid w:val="00491827"/>
    <w:rsid w:val="00491CD9"/>
    <w:rsid w:val="004B348C"/>
    <w:rsid w:val="004C3B62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2F3"/>
    <w:rsid w:val="005C7566"/>
    <w:rsid w:val="005F1404"/>
    <w:rsid w:val="0061068E"/>
    <w:rsid w:val="00660AD3"/>
    <w:rsid w:val="00677B7F"/>
    <w:rsid w:val="00682FE0"/>
    <w:rsid w:val="006A5570"/>
    <w:rsid w:val="006A689C"/>
    <w:rsid w:val="006B3D79"/>
    <w:rsid w:val="006D7AFE"/>
    <w:rsid w:val="006E0578"/>
    <w:rsid w:val="006E314D"/>
    <w:rsid w:val="00710723"/>
    <w:rsid w:val="00723ED1"/>
    <w:rsid w:val="00742436"/>
    <w:rsid w:val="00743525"/>
    <w:rsid w:val="0076286B"/>
    <w:rsid w:val="00766846"/>
    <w:rsid w:val="0077673A"/>
    <w:rsid w:val="007846E1"/>
    <w:rsid w:val="007A1EB8"/>
    <w:rsid w:val="007A4F4F"/>
    <w:rsid w:val="007B570C"/>
    <w:rsid w:val="007C589B"/>
    <w:rsid w:val="007E498F"/>
    <w:rsid w:val="007E4A6E"/>
    <w:rsid w:val="007F56A7"/>
    <w:rsid w:val="00807DD0"/>
    <w:rsid w:val="0085389A"/>
    <w:rsid w:val="008659F3"/>
    <w:rsid w:val="00886D4B"/>
    <w:rsid w:val="00895406"/>
    <w:rsid w:val="008A16C9"/>
    <w:rsid w:val="008A3568"/>
    <w:rsid w:val="008D03B9"/>
    <w:rsid w:val="008F18D6"/>
    <w:rsid w:val="008F79B3"/>
    <w:rsid w:val="00904780"/>
    <w:rsid w:val="00922385"/>
    <w:rsid w:val="009223DF"/>
    <w:rsid w:val="00923DE9"/>
    <w:rsid w:val="00926ECE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72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0EA4"/>
    <w:rsid w:val="00B15D0D"/>
    <w:rsid w:val="00B75EE1"/>
    <w:rsid w:val="00B77481"/>
    <w:rsid w:val="00B8518B"/>
    <w:rsid w:val="00BA65E4"/>
    <w:rsid w:val="00BD7E91"/>
    <w:rsid w:val="00BF605E"/>
    <w:rsid w:val="00C0115B"/>
    <w:rsid w:val="00C02D0A"/>
    <w:rsid w:val="00C03A6E"/>
    <w:rsid w:val="00C14847"/>
    <w:rsid w:val="00C35B71"/>
    <w:rsid w:val="00C44F6A"/>
    <w:rsid w:val="00C47AE3"/>
    <w:rsid w:val="00C77FC2"/>
    <w:rsid w:val="00CD1FC4"/>
    <w:rsid w:val="00D21061"/>
    <w:rsid w:val="00D2721D"/>
    <w:rsid w:val="00D4108E"/>
    <w:rsid w:val="00D6163D"/>
    <w:rsid w:val="00D73D46"/>
    <w:rsid w:val="00D80B82"/>
    <w:rsid w:val="00D831A3"/>
    <w:rsid w:val="00DC75F3"/>
    <w:rsid w:val="00DD46F3"/>
    <w:rsid w:val="00DE2689"/>
    <w:rsid w:val="00DE56F2"/>
    <w:rsid w:val="00DF116D"/>
    <w:rsid w:val="00E156A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649FB"/>
  <w14:defaultImageDpi w14:val="32767"/>
  <w15:docId w15:val="{90C6F118-4B77-4B70-BA55-B1069E4D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5B52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52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52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52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52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mzova\Desktop\hlavickovy%20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D8C028E-C5E8-49C0-8446-CB88623D9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</Template>
  <TotalTime>6</TotalTime>
  <Pages>2</Pages>
  <Words>258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Hemzová Miriam</dc:creator>
  <cp:lastModifiedBy>Jiranová Ivana</cp:lastModifiedBy>
  <cp:revision>5</cp:revision>
  <cp:lastPrinted>2017-11-28T17:18:00Z</cp:lastPrinted>
  <dcterms:created xsi:type="dcterms:W3CDTF">2023-10-19T07:18:00Z</dcterms:created>
  <dcterms:modified xsi:type="dcterms:W3CDTF">2023-10-19T11:01:00Z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